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C97DF5-C2CB-417E-B6B7-DD6CF7288346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